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CEC9C" w14:textId="7777777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7F2228B" wp14:editId="2F23FE9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2EAEDBB" wp14:editId="59AED09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20448">
        <w:rPr>
          <w:rFonts w:ascii="Segoe Print" w:hAnsi="Segoe Print"/>
          <w:b/>
          <w:sz w:val="24"/>
        </w:rPr>
        <w:t>5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20448">
        <w:rPr>
          <w:rFonts w:ascii="Segoe Print" w:hAnsi="Segoe Print"/>
          <w:b/>
          <w:sz w:val="24"/>
        </w:rPr>
        <w:t>Calculator allowed</w:t>
      </w:r>
    </w:p>
    <w:p w14:paraId="2A0DF28B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C2D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41E781D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4FF2E486" w14:textId="77777777" w:rsidR="00B20448" w:rsidRDefault="00B20448" w:rsidP="00B20448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0"/>
                      <w:szCs w:val="20"/>
                    </w:rPr>
                    <m:t>3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 w:val="20"/>
                <w:szCs w:val="20"/>
              </w:rPr>
              <w:t xml:space="preserve"> of 36.</w:t>
            </w:r>
          </w:p>
          <w:p w14:paraId="3435C96A" w14:textId="77777777" w:rsidR="00E20822" w:rsidRPr="00FB0E81" w:rsidRDefault="00E20822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0E7CAE1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02F863D" w14:textId="77777777" w:rsidR="00E20822" w:rsidRPr="000A63AF" w:rsidRDefault="00B20448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>Find 35% of £954</w:t>
            </w:r>
            <w:r>
              <w:rPr>
                <w:rFonts w:eastAsiaTheme="minorEastAsia"/>
              </w:rPr>
              <w:t>.</w:t>
            </w:r>
          </w:p>
        </w:tc>
      </w:tr>
      <w:tr w:rsidR="00E20822" w:rsidRPr="00C240D5" w14:paraId="5751C35B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E6906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2E20C187" w14:textId="77777777" w:rsidR="00E20822" w:rsidRPr="00C240D5" w:rsidRDefault="00B20448" w:rsidP="00B20448">
            <w:pPr>
              <w:spacing w:before="120" w:after="0"/>
              <w:rPr>
                <w:rFonts w:ascii="Avenir Book" w:hAnsi="Avenir Book"/>
              </w:rPr>
            </w:pPr>
            <w:r>
              <w:t>If 3 pens cost £5.40, how much do 5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9AD257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282523E" w14:textId="77777777" w:rsidR="00B20448" w:rsidRDefault="00B20448" w:rsidP="00B20448">
            <w:pPr>
              <w:spacing w:before="120"/>
            </w:pPr>
            <w:r>
              <w:t>Work out the mean:</w:t>
            </w:r>
          </w:p>
          <w:p w14:paraId="1C99E779" w14:textId="77777777" w:rsidR="00E20822" w:rsidRPr="00C240D5" w:rsidRDefault="00B20448" w:rsidP="00B20448">
            <w:pPr>
              <w:spacing w:before="120" w:after="0"/>
              <w:rPr>
                <w:rFonts w:ascii="Avenir Book" w:hAnsi="Avenir Book"/>
              </w:rPr>
            </w:pPr>
            <w:r>
              <w:t>5     4     6     2</w:t>
            </w:r>
          </w:p>
        </w:tc>
      </w:tr>
      <w:tr w:rsidR="00E20822" w:rsidRPr="00C240D5" w14:paraId="7E5FE1B5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6C04EF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AA1B8C3" w14:textId="77777777" w:rsidR="007E2C1A" w:rsidRDefault="00B20448" w:rsidP="007E2C1A">
            <w:pPr>
              <w:spacing w:before="120" w:after="0"/>
              <w:rPr>
                <w:rFonts w:ascii="Avenir Book" w:eastAsiaTheme="minorEastAsia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1A93072" wp14:editId="02B46E05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129882</wp:posOffset>
                      </wp:positionV>
                      <wp:extent cx="694690" cy="40068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9C5930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1A930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87.05pt;margin-top:10.25pt;width:54.7pt;height:31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" filled="f" stroked="f" strokeweight=".5pt">
                      <v:textbox>
                        <w:txbxContent>
                          <w:p w14:paraId="089C5930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2573C44" wp14:editId="17AFE575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178240</wp:posOffset>
                      </wp:positionV>
                      <wp:extent cx="694690" cy="40068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6AAED1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573C44" id="Text Box 3" o:spid="_x0000_s1027" type="#_x0000_t202" style="position:absolute;margin-left:248.5pt;margin-top:14.05pt;width:54.7pt;height:3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" filled="f" stroked="f" strokeweight=".5pt">
                      <v:textbox>
                        <w:txbxContent>
                          <w:p w14:paraId="666AAED1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20448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2026A95" wp14:editId="41BFAEFE">
                      <wp:simplePos x="0" y="0"/>
                      <wp:positionH relativeFrom="column">
                        <wp:posOffset>2499750</wp:posOffset>
                      </wp:positionH>
                      <wp:positionV relativeFrom="paragraph">
                        <wp:posOffset>68198</wp:posOffset>
                      </wp:positionV>
                      <wp:extent cx="662305" cy="514350"/>
                      <wp:effectExtent l="0" t="0" r="23495" b="19050"/>
                      <wp:wrapThrough wrapText="bothSides">
                        <wp:wrapPolygon edited="0">
                          <wp:start x="19881" y="0"/>
                          <wp:lineTo x="6834" y="12800"/>
                          <wp:lineTo x="0" y="20800"/>
                          <wp:lineTo x="0" y="21600"/>
                          <wp:lineTo x="21745" y="21600"/>
                          <wp:lineTo x="21745" y="0"/>
                          <wp:lineTo x="19881" y="0"/>
                        </wp:wrapPolygon>
                      </wp:wrapThrough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662305" cy="51435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29" name="Right Triangle 29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55B054" id="Group 28" o:spid="_x0000_s1026" style="position:absolute;margin-left:196.85pt;margin-top:5.35pt;width:52.15pt;height:40.5pt;flip:x;z-index:251670528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9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"/>
                      <v:rect id="Rectangle 30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" fillcolor="black [3213]"/>
                      <w10:wrap type="through"/>
                    </v:group>
                  </w:pict>
                </mc:Fallback>
              </mc:AlternateContent>
            </w:r>
            <w:r w:rsidR="007E2C1A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2F5061B6" wp14:editId="39C13E9C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 xml:space="preserve">Find the length of the side marked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3939EDAD" w14:textId="77777777" w:rsidR="00B20448" w:rsidRPr="00C240D5" w:rsidRDefault="00B20448" w:rsidP="007E2C1A">
            <w:pPr>
              <w:spacing w:before="120" w:after="0"/>
              <w:rPr>
                <w:rFonts w:ascii="Avenir Book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58BC90D" wp14:editId="1EACE485">
                      <wp:simplePos x="0" y="0"/>
                      <wp:positionH relativeFrom="column">
                        <wp:posOffset>2603793</wp:posOffset>
                      </wp:positionH>
                      <wp:positionV relativeFrom="paragraph">
                        <wp:posOffset>274368</wp:posOffset>
                      </wp:positionV>
                      <wp:extent cx="694723" cy="401134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723" cy="4011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ED58CE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8BC90D" id="Text Box 4" o:spid="_x0000_s1028" type="#_x0000_t202" style="position:absolute;margin-left:205pt;margin-top:21.6pt;width:54.7pt;height:31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" filled="f" stroked="f" strokeweight=".5pt">
                      <v:textbox>
                        <w:txbxContent>
                          <w:p w14:paraId="5EED58CE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F62D11E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CFD492F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2BED6F62" w14:textId="77777777" w:rsidR="00B20448" w:rsidRDefault="00B20448" w:rsidP="00B20448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6672" behindDoc="0" locked="0" layoutInCell="1" allowOverlap="1" wp14:anchorId="707897A7" wp14:editId="5D5EC58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1" name="Picture 1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5648" behindDoc="0" locked="0" layoutInCell="1" allowOverlap="1" wp14:anchorId="17CD6AA5" wp14:editId="3E810D2A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5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4ED6DE3D" w14:textId="77777777" w:rsidR="00B20448" w:rsidRDefault="00B20448" w:rsidP="00B20448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B20448" w:rsidRPr="000A63AF" w14:paraId="0E916324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418A99F" w14:textId="77777777" w:rsidR="00B20448" w:rsidRPr="00C240D5" w:rsidRDefault="00B2044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12FFBF8" w14:textId="77777777" w:rsidR="00B20448" w:rsidRDefault="00B20448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20"/>
                      <w:szCs w:val="20"/>
                    </w:rPr>
                    <m:t>3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 w:val="20"/>
                <w:szCs w:val="20"/>
              </w:rPr>
              <w:t xml:space="preserve"> of 36.</w:t>
            </w:r>
          </w:p>
          <w:p w14:paraId="08E256AD" w14:textId="77777777" w:rsidR="00B20448" w:rsidRPr="00FB0E81" w:rsidRDefault="00B20448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6E23EECE" w14:textId="77777777" w:rsidR="00B20448" w:rsidRPr="00C240D5" w:rsidRDefault="00B2044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38D4B5F" w14:textId="77777777" w:rsidR="00B20448" w:rsidRPr="000A63AF" w:rsidRDefault="00B20448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>Find 35% of £954</w:t>
            </w:r>
            <w:r>
              <w:rPr>
                <w:rFonts w:eastAsiaTheme="minorEastAsia"/>
              </w:rPr>
              <w:t>.</w:t>
            </w:r>
          </w:p>
        </w:tc>
      </w:tr>
      <w:tr w:rsidR="00B20448" w:rsidRPr="00C240D5" w14:paraId="03087DC5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A9517A5" w14:textId="77777777" w:rsidR="00B20448" w:rsidRPr="00C240D5" w:rsidRDefault="00B2044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4B8FE4A" w14:textId="77777777" w:rsidR="00B20448" w:rsidRPr="00C240D5" w:rsidRDefault="00B20448" w:rsidP="00E01254">
            <w:pPr>
              <w:spacing w:before="120" w:after="0"/>
              <w:rPr>
                <w:rFonts w:ascii="Avenir Book" w:hAnsi="Avenir Book"/>
              </w:rPr>
            </w:pPr>
            <w:r>
              <w:t>If 3 pens cost £5.40, how much do 5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80045B6" w14:textId="77777777" w:rsidR="00B20448" w:rsidRPr="00C240D5" w:rsidRDefault="00B2044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D7F0F04" w14:textId="77777777" w:rsidR="00B20448" w:rsidRDefault="00B20448" w:rsidP="00E01254">
            <w:pPr>
              <w:spacing w:before="120"/>
            </w:pPr>
            <w:r>
              <w:t>Work out the mean:</w:t>
            </w:r>
          </w:p>
          <w:p w14:paraId="5E6FD342" w14:textId="77777777" w:rsidR="00B20448" w:rsidRPr="00C240D5" w:rsidRDefault="00B20448" w:rsidP="00E01254">
            <w:pPr>
              <w:spacing w:before="120" w:after="0"/>
              <w:rPr>
                <w:rFonts w:ascii="Avenir Book" w:hAnsi="Avenir Book"/>
              </w:rPr>
            </w:pPr>
            <w:r>
              <w:t>5     4     6     2</w:t>
            </w:r>
          </w:p>
        </w:tc>
      </w:tr>
      <w:tr w:rsidR="00B20448" w:rsidRPr="00C240D5" w14:paraId="380C325F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7CDAC87" w14:textId="77777777" w:rsidR="00B20448" w:rsidRPr="00C240D5" w:rsidRDefault="00B2044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860BF91" w14:textId="77777777" w:rsidR="00B20448" w:rsidRDefault="00B20448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7E2DA33" wp14:editId="54D9BD7A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129882</wp:posOffset>
                      </wp:positionV>
                      <wp:extent cx="694690" cy="40068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9364DE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E2DA33" id="Text Box 5" o:spid="_x0000_s1029" type="#_x0000_t202" style="position:absolute;margin-left:187.05pt;margin-top:10.25pt;width:54.7pt;height:31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" filled="f" stroked="f" strokeweight=".5pt">
                      <v:textbox>
                        <w:txbxContent>
                          <w:p w14:paraId="7B9364DE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046E157" wp14:editId="7A3F8F48">
                      <wp:simplePos x="0" y="0"/>
                      <wp:positionH relativeFrom="column">
                        <wp:posOffset>3155950</wp:posOffset>
                      </wp:positionH>
                      <wp:positionV relativeFrom="paragraph">
                        <wp:posOffset>178240</wp:posOffset>
                      </wp:positionV>
                      <wp:extent cx="694690" cy="400685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513890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46E157" id="Text Box 6" o:spid="_x0000_s1030" type="#_x0000_t202" style="position:absolute;margin-left:248.5pt;margin-top:14.05pt;width:54.7pt;height:31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" filled="f" stroked="f" strokeweight=".5pt">
                      <v:textbox>
                        <w:txbxContent>
                          <w:p w14:paraId="4C513890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20448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368C4B3" wp14:editId="154EF77F">
                      <wp:simplePos x="0" y="0"/>
                      <wp:positionH relativeFrom="column">
                        <wp:posOffset>2499750</wp:posOffset>
                      </wp:positionH>
                      <wp:positionV relativeFrom="paragraph">
                        <wp:posOffset>68198</wp:posOffset>
                      </wp:positionV>
                      <wp:extent cx="662305" cy="514350"/>
                      <wp:effectExtent l="0" t="0" r="23495" b="19050"/>
                      <wp:wrapThrough wrapText="bothSides">
                        <wp:wrapPolygon edited="0">
                          <wp:start x="19881" y="0"/>
                          <wp:lineTo x="6834" y="12800"/>
                          <wp:lineTo x="0" y="20800"/>
                          <wp:lineTo x="0" y="21600"/>
                          <wp:lineTo x="21745" y="21600"/>
                          <wp:lineTo x="21745" y="0"/>
                          <wp:lineTo x="19881" y="0"/>
                        </wp:wrapPolygon>
                      </wp:wrapThrough>
                      <wp:docPr id="7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662305" cy="51435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8" name="Right Triangle 8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31D1BC" id="Group 7" o:spid="_x0000_s1026" style="position:absolute;margin-left:196.85pt;margin-top:5.35pt;width:52.15pt;height:40.5pt;flip:x;z-index:251678720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">
                      <v:shape id="Right Triangle 8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"/>
                      <v:rect id="Rectangle 9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" fillcolor="black [3213]"/>
                      <w10:wrap type="through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11798F58" wp14:editId="7F7CCC0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 xml:space="preserve">Find the length of the side marked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22A1E649" w14:textId="77777777" w:rsidR="00B20448" w:rsidRPr="00C240D5" w:rsidRDefault="00B20448" w:rsidP="00E01254">
            <w:pPr>
              <w:spacing w:before="120" w:after="0"/>
              <w:rPr>
                <w:rFonts w:ascii="Avenir Book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AC170F" wp14:editId="71FD97A7">
                      <wp:simplePos x="0" y="0"/>
                      <wp:positionH relativeFrom="column">
                        <wp:posOffset>2603793</wp:posOffset>
                      </wp:positionH>
                      <wp:positionV relativeFrom="paragraph">
                        <wp:posOffset>274368</wp:posOffset>
                      </wp:positionV>
                      <wp:extent cx="694723" cy="401134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723" cy="4011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0B2C12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AC170F" id="Text Box 10" o:spid="_x0000_s1031" type="#_x0000_t202" style="position:absolute;margin-left:205pt;margin-top:21.6pt;width:54.7pt;height:31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" filled="f" stroked="f" strokeweight=".5pt">
                      <v:textbox>
                        <w:txbxContent>
                          <w:p w14:paraId="3E0B2C12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6F534A9" w14:textId="77777777" w:rsidR="00B20448" w:rsidRDefault="00B20448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B2044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48"/>
    <w:rsid w:val="000A43CA"/>
    <w:rsid w:val="000A63AF"/>
    <w:rsid w:val="001826A9"/>
    <w:rsid w:val="00213C21"/>
    <w:rsid w:val="002D5D86"/>
    <w:rsid w:val="00333535"/>
    <w:rsid w:val="003F51D8"/>
    <w:rsid w:val="00505FC9"/>
    <w:rsid w:val="00525119"/>
    <w:rsid w:val="0064471D"/>
    <w:rsid w:val="00705472"/>
    <w:rsid w:val="007B4226"/>
    <w:rsid w:val="007E2C1A"/>
    <w:rsid w:val="0090117B"/>
    <w:rsid w:val="0099142F"/>
    <w:rsid w:val="00AD3C1A"/>
    <w:rsid w:val="00B20448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CCF36"/>
  <w15:docId w15:val="{9B7AB7ED-DA40-524E-87C0-7077A11A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</cp:revision>
  <dcterms:created xsi:type="dcterms:W3CDTF">2019-02-22T18:47:00Z</dcterms:created>
  <dcterms:modified xsi:type="dcterms:W3CDTF">2019-02-22T18:50:00Z</dcterms:modified>
</cp:coreProperties>
</file>